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DE" w:rsidRDefault="00A229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DF5387E" wp14:editId="1385030E">
                <wp:simplePos x="0" y="0"/>
                <wp:positionH relativeFrom="column">
                  <wp:posOffset>2540</wp:posOffset>
                </wp:positionH>
                <wp:positionV relativeFrom="paragraph">
                  <wp:posOffset>1090930</wp:posOffset>
                </wp:positionV>
                <wp:extent cx="8595360" cy="425450"/>
                <wp:effectExtent l="0" t="0" r="15240" b="12700"/>
                <wp:wrapSquare wrapText="bothSides"/>
                <wp:docPr id="5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536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EDE" w:rsidRPr="00A22902" w:rsidRDefault="009E5E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22902">
                              <w:rPr>
                                <w:b/>
                                <w:sz w:val="28"/>
                                <w:szCs w:val="28"/>
                              </w:rPr>
                              <w:t>Directions</w:t>
                            </w:r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  <w:r w:rsidRPr="00A22902">
                              <w:rPr>
                                <w:i/>
                                <w:sz w:val="28"/>
                                <w:szCs w:val="28"/>
                              </w:rPr>
                              <w:t xml:space="preserve">Match the color of each kite to the correct word.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.2pt;margin-top:85.9pt;width:676.8pt;height:3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" o:allowincell="f" filled="f" stroked="f">
                <v:textbox inset="0,0,0,0">
                  <w:txbxContent>
                    <w:p w:rsidR="009E5EDE" w:rsidRPr="00A22902" w:rsidRDefault="009E5EDE">
                      <w:pPr>
                        <w:rPr>
                          <w:sz w:val="28"/>
                          <w:szCs w:val="28"/>
                        </w:rPr>
                      </w:pPr>
                      <w:r w:rsidRPr="00A22902">
                        <w:rPr>
                          <w:b/>
                          <w:sz w:val="28"/>
                          <w:szCs w:val="28"/>
                        </w:rPr>
                        <w:t>Directions</w:t>
                      </w:r>
                      <w:r>
                        <w:rPr>
                          <w:sz w:val="24"/>
                        </w:rPr>
                        <w:t xml:space="preserve">: </w:t>
                      </w:r>
                      <w:r w:rsidRPr="00A22902">
                        <w:rPr>
                          <w:i/>
                          <w:sz w:val="28"/>
                          <w:szCs w:val="28"/>
                        </w:rPr>
                        <w:t xml:space="preserve">Match the color of each kite to the correct word.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269E43" wp14:editId="1A9247EF">
                <wp:simplePos x="0" y="0"/>
                <wp:positionH relativeFrom="column">
                  <wp:posOffset>-14343</wp:posOffset>
                </wp:positionH>
                <wp:positionV relativeFrom="paragraph">
                  <wp:posOffset>6246298</wp:posOffset>
                </wp:positionV>
                <wp:extent cx="9065172" cy="1403985"/>
                <wp:effectExtent l="0" t="0" r="22225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517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902" w:rsidRPr="00A22902" w:rsidRDefault="00A22902" w:rsidP="00A2290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Green 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Orange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Yellow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Red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Purple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Blue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Grey</w:t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A22902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Pink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.15pt;margin-top:491.85pt;width:713.8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">
                <v:textbox style="mso-fit-shape-to-text:t">
                  <w:txbxContent>
                    <w:p w:rsidR="00A22902" w:rsidRPr="00A22902" w:rsidRDefault="00A22902" w:rsidP="00A2290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22902">
                        <w:rPr>
                          <w:b/>
                          <w:sz w:val="24"/>
                          <w:szCs w:val="24"/>
                        </w:rPr>
                        <w:t xml:space="preserve">Green 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Orange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Yellow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Red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Purple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Blue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Grey</w:t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A22902">
                        <w:rPr>
                          <w:b/>
                          <w:sz w:val="24"/>
                          <w:szCs w:val="24"/>
                        </w:rPr>
                        <w:tab/>
                        <w:t>Pink</w:t>
                      </w:r>
                    </w:p>
                  </w:txbxContent>
                </v:textbox>
              </v:shape>
            </w:pict>
          </mc:Fallback>
        </mc:AlternateContent>
      </w:r>
      <w:r w:rsidR="009E5ED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78DE5C42" wp14:editId="05865846">
                <wp:simplePos x="0" y="0"/>
                <wp:positionH relativeFrom="column">
                  <wp:posOffset>2540</wp:posOffset>
                </wp:positionH>
                <wp:positionV relativeFrom="paragraph">
                  <wp:posOffset>4306570</wp:posOffset>
                </wp:positionV>
                <wp:extent cx="8503920" cy="1353185"/>
                <wp:effectExtent l="0" t="0" r="11430" b="18415"/>
                <wp:wrapSquare wrapText="bothSides"/>
                <wp:docPr id="19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3920" cy="1353185"/>
                          <a:chOff x="864" y="4320"/>
                          <a:chExt cx="13392" cy="2131"/>
                        </a:xfrm>
                      </wpg:grpSpPr>
                      <wpg:grpSp>
                        <wpg:cNvPr id="20" name="Group 102"/>
                        <wpg:cNvGrpSpPr>
                          <a:grpSpLocks/>
                        </wpg:cNvGrpSpPr>
                        <wpg:grpSpPr bwMode="auto">
                          <a:xfrm>
                            <a:off x="864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21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C4CF9B8" wp14:editId="0014D21A">
                                      <wp:extent cx="1655445" cy="1308735"/>
                                      <wp:effectExtent l="0" t="0" r="1905" b="5715"/>
                                      <wp:docPr id="6" name="Picture 6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duotone>
                                                  <a:prstClr val="black"/>
                                                  <a:srgbClr val="00B050">
                                                    <a:tint val="45000"/>
                                                    <a:satMod val="400000"/>
                                                  </a:srgb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05"/>
                        <wpg:cNvGrpSpPr>
                          <a:grpSpLocks/>
                        </wpg:cNvGrpSpPr>
                        <wpg:grpSpPr bwMode="auto">
                          <a:xfrm>
                            <a:off x="3569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24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D585394" wp14:editId="308B271D">
                                      <wp:extent cx="1655445" cy="1308735"/>
                                      <wp:effectExtent l="0" t="0" r="1905" b="5715"/>
                                      <wp:docPr id="7" name="Picture 7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7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chemeClr val="bg2">
                                                    <a:lumMod val="25000"/>
                                                    <a:tint val="45000"/>
                                                    <a:satMod val="400000"/>
                                                  </a:scheme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08"/>
                        <wpg:cNvGrpSpPr>
                          <a:grpSpLocks/>
                        </wpg:cNvGrpSpPr>
                        <wpg:grpSpPr bwMode="auto">
                          <a:xfrm>
                            <a:off x="6192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27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A22902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4D7CBDB" wp14:editId="25B475F0">
                                      <wp:extent cx="1655445" cy="1308735"/>
                                      <wp:effectExtent l="0" t="0" r="1905" b="5715"/>
                                      <wp:docPr id="8" name="Picture 8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8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rgbClr val="FF6699">
                                                    <a:tint val="45000"/>
                                                    <a:satMod val="400000"/>
                                                  </a:srgb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022" y="4464"/>
                            <a:ext cx="1238" cy="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EDE" w:rsidRDefault="009E5E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2" name="Group 114"/>
                        <wpg:cNvGrpSpPr>
                          <a:grpSpLocks/>
                        </wpg:cNvGrpSpPr>
                        <wpg:grpSpPr bwMode="auto">
                          <a:xfrm>
                            <a:off x="11633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33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8" style="position:absolute;margin-left:.2pt;margin-top:339.1pt;width:669.6pt;height:106.55pt;z-index:251660288" coordorigin="864,4320" coordsize="13392,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" o:allowincell="f">
                <v:group id="Group 102" o:spid="_x0000_s1029" style="position:absolute;left:864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103" o:spid="_x0000_s1030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C4CF9B8" wp14:editId="0014D21A">
                                <wp:extent cx="1655445" cy="1308735"/>
                                <wp:effectExtent l="0" t="0" r="1905" b="5715"/>
                                <wp:docPr id="6" name="Picture 6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duotone>
                                            <a:prstClr val="black"/>
                                            <a:srgbClr val="00B050">
                                              <a:tint val="45000"/>
                                              <a:satMod val="400000"/>
                                            </a:srgb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104" o:spid="_x0000_s1031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group id="Group 105" o:spid="_x0000_s1032" style="position:absolute;left:3569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Text Box 106" o:spid="_x0000_s1033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585394" wp14:editId="308B271D">
                                <wp:extent cx="1655445" cy="1308735"/>
                                <wp:effectExtent l="0" t="0" r="1905" b="5715"/>
                                <wp:docPr id="7" name="Picture 7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chemeClr val="bg2">
                                              <a:lumMod val="25000"/>
                                              <a:tint val="45000"/>
                                              <a:satMod val="400000"/>
                                            </a:scheme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107" o:spid="_x0000_s1034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group id="Group 108" o:spid="_x0000_s1035" style="position:absolute;left:6192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Text Box 109" o:spid="_x0000_s1036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  <v:textbox inset="0,0,0,0">
                      <w:txbxContent>
                        <w:p w:rsidR="009E5EDE" w:rsidRDefault="00A2290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4D7CBDB" wp14:editId="25B475F0">
                                <wp:extent cx="1655445" cy="1308735"/>
                                <wp:effectExtent l="0" t="0" r="1905" b="5715"/>
                                <wp:docPr id="8" name="Picture 8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rgbClr val="FF6699">
                                              <a:tint val="45000"/>
                                              <a:satMod val="400000"/>
                                            </a:srgb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110" o:spid="_x0000_s1037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shape id="Text Box 113" o:spid="_x0000_s1038" type="#_x0000_t202" style="position:absolute;left:9022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9E5EDE" w:rsidRDefault="009E5EDE"/>
                    </w:txbxContent>
                  </v:textbox>
                </v:shape>
                <v:group id="Group 114" o:spid="_x0000_s1039" style="position:absolute;left:11633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Text Box 115" o:spid="_x0000_s1040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  <v:shape id="Text Box 116" o:spid="_x0000_s1041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AE373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1621B49D" wp14:editId="261AAE8C">
                <wp:simplePos x="0" y="0"/>
                <wp:positionH relativeFrom="column">
                  <wp:posOffset>0</wp:posOffset>
                </wp:positionH>
                <wp:positionV relativeFrom="paragraph">
                  <wp:posOffset>2487295</wp:posOffset>
                </wp:positionV>
                <wp:extent cx="8503920" cy="1353185"/>
                <wp:effectExtent l="0" t="1270" r="1905" b="0"/>
                <wp:wrapSquare wrapText="bothSides"/>
                <wp:docPr id="35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03920" cy="1353185"/>
                          <a:chOff x="864" y="4320"/>
                          <a:chExt cx="13392" cy="2131"/>
                        </a:xfrm>
                      </wpg:grpSpPr>
                      <wpg:grpSp>
                        <wpg:cNvPr id="36" name="Group 87"/>
                        <wpg:cNvGrpSpPr>
                          <a:grpSpLocks/>
                        </wpg:cNvGrpSpPr>
                        <wpg:grpSpPr bwMode="auto">
                          <a:xfrm>
                            <a:off x="864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37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9D975A9" wp14:editId="46839309">
                                      <wp:extent cx="1655445" cy="1308735"/>
                                      <wp:effectExtent l="0" t="0" r="1905" b="5715"/>
                                      <wp:docPr id="297" name="Picture 297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rgbClr val="FF0000">
                                                    <a:tint val="45000"/>
                                                    <a:satMod val="400000"/>
                                                  </a:srgb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88"/>
                        <wpg:cNvGrpSpPr>
                          <a:grpSpLocks/>
                        </wpg:cNvGrpSpPr>
                        <wpg:grpSpPr bwMode="auto">
                          <a:xfrm>
                            <a:off x="3569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40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8FF7383" wp14:editId="5AFF5409">
                                      <wp:extent cx="1655445" cy="1308735"/>
                                      <wp:effectExtent l="0" t="0" r="1905" b="5715"/>
                                      <wp:docPr id="298" name="Picture 298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chemeClr val="accent4">
                                                    <a:tint val="45000"/>
                                                    <a:satMod val="400000"/>
                                                  </a:scheme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91"/>
                        <wpg:cNvGrpSpPr>
                          <a:grpSpLocks/>
                        </wpg:cNvGrpSpPr>
                        <wpg:grpSpPr bwMode="auto">
                          <a:xfrm>
                            <a:off x="6192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43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18A7DB" wp14:editId="1BEC494A">
                                      <wp:extent cx="1655445" cy="1308735"/>
                                      <wp:effectExtent l="0" t="0" r="1905" b="5715"/>
                                      <wp:docPr id="299" name="Picture 299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chemeClr val="accent1">
                                                    <a:tint val="45000"/>
                                                    <a:satMod val="400000"/>
                                                  </a:scheme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94"/>
                        <wpg:cNvGrpSpPr>
                          <a:grpSpLocks/>
                        </wpg:cNvGrpSpPr>
                        <wpg:grpSpPr bwMode="auto">
                          <a:xfrm>
                            <a:off x="8897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46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071CCE" wp14:editId="73E8FD2C">
                                      <wp:extent cx="1655445" cy="1308735"/>
                                      <wp:effectExtent l="0" t="0" r="1905" b="5715"/>
                                      <wp:docPr id="300" name="Picture 300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chemeClr val="accent6">
                                                    <a:lumMod val="75000"/>
                                                    <a:tint val="45000"/>
                                                    <a:satMod val="400000"/>
                                                  </a:scheme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97"/>
                        <wpg:cNvGrpSpPr>
                          <a:grpSpLocks/>
                        </wpg:cNvGrpSpPr>
                        <wpg:grpSpPr bwMode="auto">
                          <a:xfrm>
                            <a:off x="11633" y="4320"/>
                            <a:ext cx="2623" cy="2131"/>
                            <a:chOff x="864" y="4320"/>
                            <a:chExt cx="2623" cy="2131"/>
                          </a:xfrm>
                        </wpg:grpSpPr>
                        <wps:wsp>
                          <wps:cNvPr id="49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4320"/>
                              <a:ext cx="2623" cy="21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C687BC7" wp14:editId="1F613705">
                                      <wp:extent cx="1655445" cy="1308735"/>
                                      <wp:effectExtent l="0" t="0" r="1905" b="5715"/>
                                      <wp:docPr id="301" name="Picture 301" descr="IMGs\kite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 descr="IMGs\kite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duotone>
                                                  <a:prstClr val="black"/>
                                                  <a:srgbClr val="FFFF00">
                                                    <a:tint val="45000"/>
                                                    <a:satMod val="400000"/>
                                                  </a:srgbClr>
                                                </a:duotone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55445" cy="13087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" y="4464"/>
                              <a:ext cx="1238" cy="1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42" style="position:absolute;margin-left:0;margin-top:195.85pt;width:669.6pt;height:106.55pt;z-index:251659264" coordorigin="864,4320" coordsize="13392,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" o:allowincell="f">
                <v:group id="Group 87" o:spid="_x0000_s1043" style="position:absolute;left:864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Text Box 19" o:spid="_x0000_s1044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D975A9" wp14:editId="46839309">
                                <wp:extent cx="1655445" cy="1308735"/>
                                <wp:effectExtent l="0" t="0" r="1905" b="5715"/>
                                <wp:docPr id="297" name="Picture 297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rgbClr val="FF0000">
                                              <a:tint val="45000"/>
                                              <a:satMod val="400000"/>
                                            </a:srgb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25" o:spid="_x0000_s1045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group id="Group 88" o:spid="_x0000_s1046" style="position:absolute;left:3569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Text Box 89" o:spid="_x0000_s1047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8FF7383" wp14:editId="5AFF5409">
                                <wp:extent cx="1655445" cy="1308735"/>
                                <wp:effectExtent l="0" t="0" r="1905" b="5715"/>
                                <wp:docPr id="298" name="Picture 298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chemeClr val="accent4">
                                              <a:tint val="45000"/>
                                              <a:satMod val="400000"/>
                                            </a:scheme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90" o:spid="_x0000_s1048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group id="Group 91" o:spid="_x0000_s1049" style="position:absolute;left:6192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Text Box 92" o:spid="_x0000_s1050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18A7DB" wp14:editId="1BEC494A">
                                <wp:extent cx="1655445" cy="1308735"/>
                                <wp:effectExtent l="0" t="0" r="1905" b="5715"/>
                                <wp:docPr id="299" name="Picture 299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chemeClr val="accent1">
                                              <a:tint val="45000"/>
                                              <a:satMod val="400000"/>
                                            </a:scheme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93" o:spid="_x0000_s1051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group id="Group 94" o:spid="_x0000_s1052" style="position:absolute;left:8897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Text Box 95" o:spid="_x0000_s1053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071CCE" wp14:editId="73E8FD2C">
                                <wp:extent cx="1655445" cy="1308735"/>
                                <wp:effectExtent l="0" t="0" r="1905" b="5715"/>
                                <wp:docPr id="300" name="Picture 300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chemeClr val="accent6">
                                              <a:lumMod val="75000"/>
                                              <a:tint val="45000"/>
                                              <a:satMod val="400000"/>
                                            </a:scheme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96" o:spid="_x0000_s1054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v:group id="Group 97" o:spid="_x0000_s1055" style="position:absolute;left:11633;top:4320;width:2623;height:2131" coordorigin="864,4320" coordsize="2623,2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Text Box 98" o:spid="_x0000_s1056" type="#_x0000_t202" style="position:absolute;left:864;top:4320;width:2623;height:2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  <v:textbox inset="0,0,0,0">
                      <w:txbxContent>
                        <w:p w:rsidR="009E5EDE" w:rsidRDefault="009E5E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C687BC7" wp14:editId="1F613705">
                                <wp:extent cx="1655445" cy="1308735"/>
                                <wp:effectExtent l="0" t="0" r="1905" b="5715"/>
                                <wp:docPr id="301" name="Picture 301" descr="IMGs\kit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IMGs\kit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duotone>
                                            <a:prstClr val="black"/>
                                            <a:srgbClr val="FFFF00">
                                              <a:tint val="45000"/>
                                              <a:satMod val="400000"/>
                                            </a:srgbClr>
                                          </a:duoton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55445" cy="1308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99" o:spid="_x0000_s1057" type="#_x0000_t202" style="position:absolute;left:989;top:4464;width:1238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<v:textbox inset="0,0,0,0">
                      <w:txbxContent>
                        <w:p w:rsidR="009E5EDE" w:rsidRDefault="009E5EDE"/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AE3738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0" allowOverlap="1" wp14:anchorId="06CEF6D8" wp14:editId="4CE07963">
                <wp:simplePos x="0" y="0"/>
                <wp:positionH relativeFrom="column">
                  <wp:posOffset>0</wp:posOffset>
                </wp:positionH>
                <wp:positionV relativeFrom="paragraph">
                  <wp:posOffset>640080</wp:posOffset>
                </wp:positionV>
                <wp:extent cx="8686800" cy="274320"/>
                <wp:effectExtent l="0" t="1905" r="0" b="0"/>
                <wp:wrapSquare wrapText="bothSides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86800" cy="274320"/>
                          <a:chOff x="864" y="1728"/>
                          <a:chExt cx="13680" cy="432"/>
                        </a:xfrm>
                      </wpg:grpSpPr>
                      <wpg:grpSp>
                        <wpg:cNvPr id="13" name="Group 16"/>
                        <wpg:cNvGrpSpPr>
                          <a:grpSpLocks/>
                        </wpg:cNvGrpSpPr>
                        <wpg:grpSpPr bwMode="auto">
                          <a:xfrm>
                            <a:off x="864" y="1728"/>
                            <a:ext cx="6624" cy="288"/>
                            <a:chOff x="864" y="1728"/>
                            <a:chExt cx="6624" cy="288"/>
                          </a:xfrm>
                        </wpg:grpSpPr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" y="1728"/>
                              <a:ext cx="6624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A2290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Name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 xml:space="preserve">: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Line 3"/>
                          <wps:cNvCnPr/>
                          <wps:spPr bwMode="auto">
                            <a:xfrm>
                              <a:off x="1584" y="2016"/>
                              <a:ext cx="57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9504" y="1728"/>
                            <a:ext cx="5040" cy="432"/>
                            <a:chOff x="9504" y="1728"/>
                            <a:chExt cx="5040" cy="432"/>
                          </a:xfrm>
                        </wpg:grpSpPr>
                        <wps:wsp>
                          <wps:cNvPr id="1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4" y="1728"/>
                              <a:ext cx="5040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5EDE" w:rsidRDefault="009E5EDE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A2290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Date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 xml:space="preserve">: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Line 7"/>
                          <wps:cNvCnPr/>
                          <wps:spPr bwMode="auto">
                            <a:xfrm>
                              <a:off x="10123" y="2016"/>
                              <a:ext cx="427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58" style="position:absolute;margin-left:0;margin-top:50.4pt;width:684pt;height:21.6pt;z-index:251655168" coordorigin="864,1728" coordsize="13680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" o:allowincell="f">
                <v:group id="Group 16" o:spid="_x0000_s1059" style="position:absolute;left:864;top:1728;width:6624;height:288" coordorigin="864,1728" coordsize="662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_x0000_s1060" type="#_x0000_t202" style="position:absolute;left:864;top:1728;width:662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<v:textbox inset="0,0,0,0">
                      <w:txbxContent>
                        <w:p w:rsidR="009E5EDE" w:rsidRDefault="009E5EDE">
                          <w:pPr>
                            <w:rPr>
                              <w:b/>
                              <w:sz w:val="24"/>
                            </w:rPr>
                          </w:pPr>
                          <w:r w:rsidRPr="00A22902">
                            <w:rPr>
                              <w:b/>
                              <w:sz w:val="28"/>
                              <w:szCs w:val="28"/>
                            </w:rPr>
                            <w:t>Name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:  </w:t>
                          </w:r>
                        </w:p>
                      </w:txbxContent>
                    </v:textbox>
                  </v:shape>
                  <v:line id="Line 3" o:spid="_x0000_s1061" style="position:absolute;visibility:visible;mso-wrap-style:square" from="1584,2016" to="7344,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lF0MIAAADbAAAADwAAAGRycy9kb3ducmV2LnhtbERPzWoCMRC+C32HMIXeNGtB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lF0MIAAADbAAAADwAAAAAAAAAAAAAA&#10;AAChAgAAZHJzL2Rvd25yZXYueG1sUEsFBgAAAAAEAAQA+QAAAJADAAAAAA==&#10;" strokeweight="1pt"/>
                </v:group>
                <v:group id="Group 15" o:spid="_x0000_s1062" style="position:absolute;left:9504;top:1728;width:5040;height:432" coordorigin="9504,1728" coordsize="5040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6" o:spid="_x0000_s1063" type="#_x0000_t202" style="position:absolute;left:9504;top:1728;width:504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  <v:textbox inset="0,0,0,0">
                      <w:txbxContent>
                        <w:p w:rsidR="009E5EDE" w:rsidRDefault="009E5EDE">
                          <w:pPr>
                            <w:rPr>
                              <w:b/>
                              <w:sz w:val="24"/>
                            </w:rPr>
                          </w:pPr>
                          <w:r w:rsidRPr="00A22902">
                            <w:rPr>
                              <w:b/>
                              <w:sz w:val="28"/>
                              <w:szCs w:val="28"/>
                            </w:rPr>
                            <w:t>Date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:  </w:t>
                          </w:r>
                        </w:p>
                      </w:txbxContent>
                    </v:textbox>
                  </v:shape>
                  <v:line id="Line 7" o:spid="_x0000_s1064" style="position:absolute;visibility:visible;mso-wrap-style:square" from="10123,2016" to="14400,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jqTs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Y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KOpOxAAAANsAAAAPAAAAAAAAAAAA&#10;AAAAAKECAABkcnMvZG93bnJldi54bWxQSwUGAAAAAAQABAD5AAAAkgMAAAAA&#10;" strokeweight="1pt"/>
                </v:group>
                <w10:wrap type="square"/>
              </v:group>
            </w:pict>
          </mc:Fallback>
        </mc:AlternateContent>
      </w:r>
      <w:r w:rsidR="00AE373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A9D984A" wp14:editId="6AE83A1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869680" cy="365760"/>
                <wp:effectExtent l="0" t="0" r="0" b="0"/>
                <wp:wrapSquare wrapText="bothSides"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6968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i/>
                                <w:sz w:val="40"/>
                              </w:rPr>
                              <w:id w:val="132709353"/>
                              <w:placeholder>
                                <w:docPart w:val="E94CC5F3CE494CA9936DA38BD649AFB5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Content>
                              <w:p w:rsidR="009E5EDE" w:rsidRDefault="00A22902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i/>
                                    <w:sz w:val="40"/>
                                  </w:rPr>
                                  <w:t>Spring Kites &amp; Colors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5" type="#_x0000_t202" style="position:absolute;margin-left:0;margin-top:0;width:698.4pt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ilqs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" o:allowincell="f" filled="f" stroked="f">
                <v:textbox inset="0,0,0,0">
                  <w:txbxContent>
                    <w:sdt>
                      <w:sdtPr>
                        <w:rPr>
                          <w:b/>
                          <w:i/>
                          <w:sz w:val="40"/>
                        </w:rPr>
                        <w:id w:val="132709353"/>
                        <w:placeholder>
                          <w:docPart w:val="E94CC5F3CE494CA9936DA38BD649AFB5"/>
                        </w:placeholder>
                        <w:comboBox>
                          <w:listItem w:value="Choose an item."/>
                        </w:comboBox>
                      </w:sdtPr>
                      <w:sdtContent>
                        <w:p w:rsidR="009E5EDE" w:rsidRDefault="00A22902">
                          <w:pPr>
                            <w:jc w:val="center"/>
                          </w:pPr>
                          <w:r>
                            <w:rPr>
                              <w:b/>
                              <w:i/>
                              <w:sz w:val="40"/>
                            </w:rPr>
                            <w:t>Spring Kites &amp; Colors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1322DE">
      <w:pgSz w:w="15840" w:h="12240" w:orient="landscape" w:code="1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38"/>
    <w:rsid w:val="001322DE"/>
    <w:rsid w:val="004B2A88"/>
    <w:rsid w:val="009E5EDE"/>
    <w:rsid w:val="00A22902"/>
    <w:rsid w:val="00AE3738"/>
    <w:rsid w:val="00B5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A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B2A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A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B2A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U\AppData\Roaming\Microsoft\Templates\EdWorld_SpringKi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4CC5F3CE494CA9936DA38BD649A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4367B-7E81-404D-B822-A281BCD14E8D}"/>
      </w:docPartPr>
      <w:docPartBody>
        <w:p w:rsidR="00CE525D" w:rsidRDefault="00CE525D">
          <w:pPr>
            <w:pStyle w:val="E94CC5F3CE494CA9936DA38BD649AFB5"/>
          </w:pPr>
          <w:r w:rsidRPr="007E7E2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5D"/>
    <w:rsid w:val="00CE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94CC5F3CE494CA9936DA38BD649AFB5">
    <w:name w:val="E94CC5F3CE494CA9936DA38BD649AF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94CC5F3CE494CA9936DA38BD649AFB5">
    <w:name w:val="E94CC5F3CE494CA9936DA38BD649A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DDA8C6B-D9CC-47D8-8B97-6D71BC37F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EdWorld_SpringKite.dotx</Template>
  <TotalTime>15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Utah University</Company>
  <LinksUpToDate>false</LinksUpToDate>
  <CharactersWithSpaces>6</CharactersWithSpaces>
  <SharedDoc>false</SharedDoc>
  <HLinks>
    <vt:vector size="60" baseType="variant">
      <vt:variant>
        <vt:i4>6225972</vt:i4>
      </vt:variant>
      <vt:variant>
        <vt:i4>1146</vt:i4>
      </vt:variant>
      <vt:variant>
        <vt:i4>1025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1151</vt:i4>
      </vt:variant>
      <vt:variant>
        <vt:i4>1034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1156</vt:i4>
      </vt:variant>
      <vt:variant>
        <vt:i4>1033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1163</vt:i4>
      </vt:variant>
      <vt:variant>
        <vt:i4>1032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1168</vt:i4>
      </vt:variant>
      <vt:variant>
        <vt:i4>1031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1173</vt:i4>
      </vt:variant>
      <vt:variant>
        <vt:i4>1030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1178</vt:i4>
      </vt:variant>
      <vt:variant>
        <vt:i4>1029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1183</vt:i4>
      </vt:variant>
      <vt:variant>
        <vt:i4>1028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1188</vt:i4>
      </vt:variant>
      <vt:variant>
        <vt:i4>1027</vt:i4>
      </vt:variant>
      <vt:variant>
        <vt:i4>1</vt:i4>
      </vt:variant>
      <vt:variant>
        <vt:lpwstr>IMGs\kite.jpg</vt:lpwstr>
      </vt:variant>
      <vt:variant>
        <vt:lpwstr/>
      </vt:variant>
      <vt:variant>
        <vt:i4>6225972</vt:i4>
      </vt:variant>
      <vt:variant>
        <vt:i4>1193</vt:i4>
      </vt:variant>
      <vt:variant>
        <vt:i4>1026</vt:i4>
      </vt:variant>
      <vt:variant>
        <vt:i4>1</vt:i4>
      </vt:variant>
      <vt:variant>
        <vt:lpwstr>IMGs\kite.jpg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SUU</dc:creator>
  <cp:lastModifiedBy>SUU</cp:lastModifiedBy>
  <cp:revision>2</cp:revision>
  <cp:lastPrinted>2011-04-06T01:54:00Z</cp:lastPrinted>
  <dcterms:created xsi:type="dcterms:W3CDTF">2011-04-06T01:47:00Z</dcterms:created>
  <dcterms:modified xsi:type="dcterms:W3CDTF">2011-04-12T22:27:00Z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TC018871679991</vt:lpwstr>
  </property>
</Properties>
</file>